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3E0" w:rsidRPr="00DD281F" w:rsidRDefault="00E633E0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E633E0" w:rsidRPr="009C49B9" w:rsidRDefault="00E633E0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>
        <w:rPr>
          <w:rFonts w:ascii="仿宋_GB2312" w:eastAsia="仿宋_GB2312" w:hAnsi="仿宋" w:cs="仿宋_GB2312"/>
          <w:sz w:val="32"/>
          <w:szCs w:val="32"/>
        </w:rPr>
        <w:t>428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E633E0" w:rsidRPr="00253229" w:rsidRDefault="00E633E0" w:rsidP="00253229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253229">
        <w:rPr>
          <w:rFonts w:ascii="仿宋_GB2312" w:eastAsia="仿宋_GB2312" w:hAnsi="仿宋" w:cs="仿宋_GB2312" w:hint="eastAsia"/>
          <w:sz w:val="32"/>
          <w:szCs w:val="32"/>
        </w:rPr>
        <w:t>罪犯丁平喜，男，</w:t>
      </w:r>
      <w:r w:rsidRPr="00253229">
        <w:rPr>
          <w:rFonts w:ascii="仿宋_GB2312" w:eastAsia="仿宋_GB2312" w:hAnsi="仿宋" w:cs="仿宋_GB2312"/>
          <w:sz w:val="32"/>
          <w:szCs w:val="32"/>
        </w:rPr>
        <w:t>1965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53229">
        <w:rPr>
          <w:rFonts w:ascii="仿宋_GB2312" w:eastAsia="仿宋_GB2312" w:hAnsi="仿宋" w:cs="仿宋_GB2312"/>
          <w:sz w:val="32"/>
          <w:szCs w:val="32"/>
        </w:rPr>
        <w:t>10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253229">
        <w:rPr>
          <w:rFonts w:ascii="仿宋_GB2312" w:eastAsia="仿宋_GB2312" w:hAnsi="仿宋" w:cs="仿宋_GB2312"/>
          <w:sz w:val="32"/>
          <w:szCs w:val="32"/>
        </w:rPr>
        <w:t>21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日出生，汉族，小学教育，湖南省衡阳县人，住湖南省衡阳县关市镇保云村祥阴堂组。现押湖南省雁南监狱服刑。</w:t>
      </w:r>
    </w:p>
    <w:p w:rsidR="00E633E0" w:rsidRPr="00253229" w:rsidRDefault="00E633E0" w:rsidP="00253229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253229">
        <w:rPr>
          <w:rFonts w:ascii="仿宋_GB2312" w:eastAsia="仿宋_GB2312" w:hAnsi="仿宋" w:cs="仿宋_GB2312" w:hint="eastAsia"/>
          <w:sz w:val="32"/>
          <w:szCs w:val="32"/>
        </w:rPr>
        <w:t>湖南省衡阳县人民法院于</w:t>
      </w:r>
      <w:r w:rsidRPr="00253229">
        <w:rPr>
          <w:rFonts w:ascii="仿宋_GB2312" w:eastAsia="仿宋_GB2312" w:hAnsi="仿宋" w:cs="仿宋_GB2312"/>
          <w:sz w:val="32"/>
          <w:szCs w:val="32"/>
        </w:rPr>
        <w:t>2013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53229">
        <w:rPr>
          <w:rFonts w:ascii="仿宋_GB2312" w:eastAsia="仿宋_GB2312" w:hAnsi="仿宋" w:cs="仿宋_GB2312"/>
          <w:sz w:val="32"/>
          <w:szCs w:val="32"/>
        </w:rPr>
        <w:t>7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253229">
        <w:rPr>
          <w:rFonts w:ascii="仿宋_GB2312" w:eastAsia="仿宋_GB2312" w:hAnsi="仿宋" w:cs="仿宋_GB2312"/>
          <w:sz w:val="32"/>
          <w:szCs w:val="32"/>
        </w:rPr>
        <w:t>8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日作出</w:t>
      </w:r>
      <w:r w:rsidRPr="00253229">
        <w:rPr>
          <w:rFonts w:ascii="仿宋_GB2312" w:eastAsia="仿宋_GB2312" w:hAnsi="仿宋" w:cs="仿宋_GB2312"/>
          <w:sz w:val="32"/>
          <w:szCs w:val="32"/>
        </w:rPr>
        <w:t>(2013)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蒸刑初字第</w:t>
      </w:r>
      <w:r w:rsidRPr="00253229">
        <w:rPr>
          <w:rFonts w:ascii="仿宋_GB2312" w:eastAsia="仿宋_GB2312" w:hAnsi="仿宋" w:cs="仿宋_GB2312"/>
          <w:sz w:val="32"/>
          <w:szCs w:val="32"/>
        </w:rPr>
        <w:t>101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号刑事判决，认定被告人丁平喜犯贩卖毒品罪，判处有期徒刑十五年，并处没收财产一万元。被告人丁平喜不服，提出上诉。湖南省衡阳市中级人民法院于</w:t>
      </w:r>
      <w:r w:rsidRPr="00253229">
        <w:rPr>
          <w:rFonts w:ascii="仿宋_GB2312" w:eastAsia="仿宋_GB2312" w:hAnsi="仿宋" w:cs="仿宋_GB2312"/>
          <w:sz w:val="32"/>
          <w:szCs w:val="32"/>
        </w:rPr>
        <w:t>2013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53229">
        <w:rPr>
          <w:rFonts w:ascii="仿宋_GB2312" w:eastAsia="仿宋_GB2312" w:hAnsi="仿宋" w:cs="仿宋_GB2312"/>
          <w:sz w:val="32"/>
          <w:szCs w:val="32"/>
        </w:rPr>
        <w:t>9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253229">
        <w:rPr>
          <w:rFonts w:ascii="仿宋_GB2312" w:eastAsia="仿宋_GB2312" w:hAnsi="仿宋" w:cs="仿宋_GB2312"/>
          <w:sz w:val="32"/>
          <w:szCs w:val="32"/>
        </w:rPr>
        <w:t>13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日作出（</w:t>
      </w:r>
      <w:r w:rsidRPr="00253229">
        <w:rPr>
          <w:rFonts w:ascii="仿宋_GB2312" w:eastAsia="仿宋_GB2312" w:hAnsi="仿宋" w:cs="仿宋_GB2312"/>
          <w:sz w:val="32"/>
          <w:szCs w:val="32"/>
        </w:rPr>
        <w:t>2013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）衡中法刑二终字第</w:t>
      </w:r>
      <w:r w:rsidRPr="00253229">
        <w:rPr>
          <w:rFonts w:ascii="仿宋_GB2312" w:eastAsia="仿宋_GB2312" w:hAnsi="仿宋" w:cs="仿宋_GB2312"/>
          <w:sz w:val="32"/>
          <w:szCs w:val="32"/>
        </w:rPr>
        <w:t>76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号刑事裁定，驳回上诉，维持原判。刑期自</w:t>
      </w:r>
      <w:r w:rsidRPr="00253229">
        <w:rPr>
          <w:rFonts w:ascii="仿宋_GB2312" w:eastAsia="仿宋_GB2312" w:hAnsi="仿宋" w:cs="仿宋_GB2312"/>
          <w:sz w:val="32"/>
          <w:szCs w:val="32"/>
        </w:rPr>
        <w:t>2013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53229">
        <w:rPr>
          <w:rFonts w:ascii="仿宋_GB2312" w:eastAsia="仿宋_GB2312" w:hAnsi="仿宋" w:cs="仿宋_GB2312"/>
          <w:sz w:val="32"/>
          <w:szCs w:val="32"/>
        </w:rPr>
        <w:t>3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253229">
        <w:rPr>
          <w:rFonts w:ascii="仿宋_GB2312" w:eastAsia="仿宋_GB2312" w:hAnsi="仿宋" w:cs="仿宋_GB2312"/>
          <w:sz w:val="32"/>
          <w:szCs w:val="32"/>
        </w:rPr>
        <w:t>29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日起至</w:t>
      </w:r>
      <w:r w:rsidRPr="00253229">
        <w:rPr>
          <w:rFonts w:ascii="仿宋_GB2312" w:eastAsia="仿宋_GB2312" w:hAnsi="仿宋" w:cs="仿宋_GB2312"/>
          <w:sz w:val="32"/>
          <w:szCs w:val="32"/>
        </w:rPr>
        <w:t>2028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53229">
        <w:rPr>
          <w:rFonts w:ascii="仿宋_GB2312" w:eastAsia="仿宋_GB2312" w:hAnsi="仿宋" w:cs="仿宋_GB2312"/>
          <w:sz w:val="32"/>
          <w:szCs w:val="32"/>
        </w:rPr>
        <w:t>3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253229">
        <w:rPr>
          <w:rFonts w:ascii="仿宋_GB2312" w:eastAsia="仿宋_GB2312" w:hAnsi="仿宋" w:cs="仿宋_GB2312"/>
          <w:sz w:val="32"/>
          <w:szCs w:val="32"/>
        </w:rPr>
        <w:t>28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日止，</w:t>
      </w:r>
      <w:r w:rsidRPr="00253229">
        <w:rPr>
          <w:rFonts w:ascii="仿宋_GB2312" w:eastAsia="仿宋_GB2312" w:hAnsi="仿宋" w:cs="仿宋_GB2312"/>
          <w:sz w:val="32"/>
          <w:szCs w:val="32"/>
        </w:rPr>
        <w:t>2013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53229">
        <w:rPr>
          <w:rFonts w:ascii="仿宋_GB2312" w:eastAsia="仿宋_GB2312" w:hAnsi="仿宋" w:cs="仿宋_GB2312"/>
          <w:sz w:val="32"/>
          <w:szCs w:val="32"/>
        </w:rPr>
        <w:t>12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253229">
        <w:rPr>
          <w:rFonts w:ascii="仿宋_GB2312" w:eastAsia="仿宋_GB2312" w:hAnsi="仿宋" w:cs="仿宋_GB2312"/>
          <w:sz w:val="32"/>
          <w:szCs w:val="32"/>
        </w:rPr>
        <w:t>6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日交付执行。</w:t>
      </w:r>
    </w:p>
    <w:p w:rsidR="00E633E0" w:rsidRPr="00253229" w:rsidRDefault="00E633E0" w:rsidP="00253229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253229">
        <w:rPr>
          <w:rFonts w:ascii="仿宋_GB2312" w:eastAsia="仿宋_GB2312" w:hAnsi="仿宋" w:cs="仿宋_GB2312" w:hint="eastAsia"/>
          <w:sz w:val="32"/>
          <w:szCs w:val="32"/>
        </w:rPr>
        <w:t>服刑期间执行刑期变动情况：</w:t>
      </w:r>
      <w:r w:rsidRPr="00253229">
        <w:rPr>
          <w:rFonts w:ascii="仿宋_GB2312" w:eastAsia="仿宋_GB2312" w:hAnsi="仿宋" w:cs="仿宋_GB2312"/>
          <w:sz w:val="32"/>
          <w:szCs w:val="32"/>
        </w:rPr>
        <w:t>2016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53229">
        <w:rPr>
          <w:rFonts w:ascii="仿宋_GB2312" w:eastAsia="仿宋_GB2312" w:hAnsi="仿宋" w:cs="仿宋_GB2312"/>
          <w:sz w:val="32"/>
          <w:szCs w:val="32"/>
        </w:rPr>
        <w:t>9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253229">
        <w:rPr>
          <w:rFonts w:ascii="仿宋_GB2312" w:eastAsia="仿宋_GB2312" w:hAnsi="仿宋" w:cs="仿宋_GB2312"/>
          <w:sz w:val="32"/>
          <w:szCs w:val="32"/>
        </w:rPr>
        <w:t>23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日经湖南省衡阳市中级人民法院</w:t>
      </w:r>
      <w:r w:rsidRPr="00253229">
        <w:rPr>
          <w:rFonts w:ascii="仿宋_GB2312" w:eastAsia="仿宋_GB2312" w:hAnsi="仿宋" w:cs="仿宋_GB2312"/>
          <w:sz w:val="32"/>
          <w:szCs w:val="32"/>
        </w:rPr>
        <w:t>(2016)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湘</w:t>
      </w:r>
      <w:r w:rsidRPr="00253229">
        <w:rPr>
          <w:rFonts w:ascii="仿宋_GB2312" w:eastAsia="仿宋_GB2312" w:hAnsi="仿宋" w:cs="仿宋_GB2312"/>
          <w:sz w:val="32"/>
          <w:szCs w:val="32"/>
        </w:rPr>
        <w:t>04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刑更</w:t>
      </w:r>
      <w:r w:rsidRPr="00253229">
        <w:rPr>
          <w:rFonts w:ascii="仿宋_GB2312" w:eastAsia="仿宋_GB2312" w:hAnsi="仿宋" w:cs="仿宋_GB2312"/>
          <w:sz w:val="32"/>
          <w:szCs w:val="32"/>
        </w:rPr>
        <w:t>1994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号刑事裁定减刑十一个月；</w:t>
      </w:r>
      <w:r w:rsidRPr="00253229">
        <w:rPr>
          <w:rFonts w:ascii="仿宋_GB2312" w:eastAsia="仿宋_GB2312" w:hAnsi="仿宋" w:cs="仿宋_GB2312"/>
          <w:sz w:val="32"/>
          <w:szCs w:val="32"/>
        </w:rPr>
        <w:t>2019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53229">
        <w:rPr>
          <w:rFonts w:ascii="仿宋_GB2312" w:eastAsia="仿宋_GB2312" w:hAnsi="仿宋" w:cs="仿宋_GB2312"/>
          <w:sz w:val="32"/>
          <w:szCs w:val="32"/>
        </w:rPr>
        <w:t>1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253229">
        <w:rPr>
          <w:rFonts w:ascii="仿宋_GB2312" w:eastAsia="仿宋_GB2312" w:hAnsi="仿宋" w:cs="仿宋_GB2312"/>
          <w:sz w:val="32"/>
          <w:szCs w:val="32"/>
        </w:rPr>
        <w:t>31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日经湖南省衡阳市中级人民法院</w:t>
      </w:r>
      <w:r w:rsidRPr="00253229">
        <w:rPr>
          <w:rFonts w:ascii="仿宋_GB2312" w:eastAsia="仿宋_GB2312" w:hAnsi="仿宋" w:cs="仿宋_GB2312"/>
          <w:sz w:val="32"/>
          <w:szCs w:val="32"/>
        </w:rPr>
        <w:t>(2019)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湘</w:t>
      </w:r>
      <w:r w:rsidRPr="00253229">
        <w:rPr>
          <w:rFonts w:ascii="仿宋_GB2312" w:eastAsia="仿宋_GB2312" w:hAnsi="仿宋" w:cs="仿宋_GB2312"/>
          <w:sz w:val="32"/>
          <w:szCs w:val="32"/>
        </w:rPr>
        <w:t>04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刑更</w:t>
      </w:r>
      <w:r w:rsidRPr="00253229">
        <w:rPr>
          <w:rFonts w:ascii="仿宋_GB2312" w:eastAsia="仿宋_GB2312" w:hAnsi="仿宋" w:cs="仿宋_GB2312"/>
          <w:sz w:val="32"/>
          <w:szCs w:val="32"/>
        </w:rPr>
        <w:t>116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号刑事裁定减刑五个月；</w:t>
      </w:r>
      <w:r w:rsidRPr="00253229">
        <w:rPr>
          <w:rFonts w:ascii="仿宋_GB2312" w:eastAsia="仿宋_GB2312" w:hAnsi="仿宋" w:cs="仿宋_GB2312"/>
          <w:sz w:val="32"/>
          <w:szCs w:val="32"/>
        </w:rPr>
        <w:t>2021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53229">
        <w:rPr>
          <w:rFonts w:ascii="仿宋_GB2312" w:eastAsia="仿宋_GB2312" w:hAnsi="仿宋" w:cs="仿宋_GB2312"/>
          <w:sz w:val="32"/>
          <w:szCs w:val="32"/>
        </w:rPr>
        <w:t>2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253229">
        <w:rPr>
          <w:rFonts w:ascii="仿宋_GB2312" w:eastAsia="仿宋_GB2312" w:hAnsi="仿宋" w:cs="仿宋_GB2312"/>
          <w:sz w:val="32"/>
          <w:szCs w:val="32"/>
        </w:rPr>
        <w:t>4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日经湖南省衡阳市中级人民法院</w:t>
      </w:r>
      <w:r w:rsidRPr="00253229">
        <w:rPr>
          <w:rFonts w:ascii="仿宋_GB2312" w:eastAsia="仿宋_GB2312" w:hAnsi="仿宋" w:cs="仿宋_GB2312"/>
          <w:sz w:val="32"/>
          <w:szCs w:val="32"/>
        </w:rPr>
        <w:t>(2021)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湘</w:t>
      </w:r>
      <w:r w:rsidRPr="00253229">
        <w:rPr>
          <w:rFonts w:ascii="仿宋_GB2312" w:eastAsia="仿宋_GB2312" w:hAnsi="仿宋" w:cs="仿宋_GB2312"/>
          <w:sz w:val="32"/>
          <w:szCs w:val="32"/>
        </w:rPr>
        <w:t>04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刑更</w:t>
      </w:r>
      <w:r w:rsidRPr="00253229">
        <w:rPr>
          <w:rFonts w:ascii="仿宋_GB2312" w:eastAsia="仿宋_GB2312" w:hAnsi="仿宋" w:cs="仿宋_GB2312"/>
          <w:sz w:val="32"/>
          <w:szCs w:val="32"/>
        </w:rPr>
        <w:t>155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号刑事裁定减刑八个月；</w:t>
      </w:r>
      <w:r w:rsidRPr="00253229">
        <w:rPr>
          <w:rFonts w:ascii="仿宋_GB2312" w:eastAsia="仿宋_GB2312" w:hAnsi="仿宋" w:cs="仿宋_GB2312"/>
          <w:sz w:val="32"/>
          <w:szCs w:val="32"/>
        </w:rPr>
        <w:t>2023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53229">
        <w:rPr>
          <w:rFonts w:ascii="仿宋_GB2312" w:eastAsia="仿宋_GB2312" w:hAnsi="仿宋" w:cs="仿宋_GB2312"/>
          <w:sz w:val="32"/>
          <w:szCs w:val="32"/>
        </w:rPr>
        <w:t>3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253229">
        <w:rPr>
          <w:rFonts w:ascii="仿宋_GB2312" w:eastAsia="仿宋_GB2312" w:hAnsi="仿宋" w:cs="仿宋_GB2312"/>
          <w:sz w:val="32"/>
          <w:szCs w:val="32"/>
        </w:rPr>
        <w:t>30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日经湖南省衡阳市中级人民法院</w:t>
      </w:r>
      <w:r w:rsidRPr="00253229">
        <w:rPr>
          <w:rFonts w:ascii="仿宋_GB2312" w:eastAsia="仿宋_GB2312" w:hAnsi="仿宋" w:cs="仿宋_GB2312"/>
          <w:sz w:val="32"/>
          <w:szCs w:val="32"/>
        </w:rPr>
        <w:t>(2023)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湘</w:t>
      </w:r>
      <w:r w:rsidRPr="00253229">
        <w:rPr>
          <w:rFonts w:ascii="仿宋_GB2312" w:eastAsia="仿宋_GB2312" w:hAnsi="仿宋" w:cs="仿宋_GB2312"/>
          <w:sz w:val="32"/>
          <w:szCs w:val="32"/>
        </w:rPr>
        <w:t>04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刑更</w:t>
      </w:r>
      <w:r w:rsidRPr="00253229">
        <w:rPr>
          <w:rFonts w:ascii="仿宋_GB2312" w:eastAsia="仿宋_GB2312" w:hAnsi="仿宋" w:cs="仿宋_GB2312"/>
          <w:sz w:val="32"/>
          <w:szCs w:val="32"/>
        </w:rPr>
        <w:t>212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号刑事裁定减刑七个月。服刑期至</w:t>
      </w:r>
      <w:r w:rsidRPr="00253229">
        <w:rPr>
          <w:rFonts w:ascii="仿宋_GB2312" w:eastAsia="仿宋_GB2312" w:hAnsi="仿宋" w:cs="仿宋_GB2312"/>
          <w:sz w:val="32"/>
          <w:szCs w:val="32"/>
        </w:rPr>
        <w:t>2025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53229">
        <w:rPr>
          <w:rFonts w:ascii="仿宋_GB2312" w:eastAsia="仿宋_GB2312" w:hAnsi="仿宋" w:cs="仿宋_GB2312"/>
          <w:sz w:val="32"/>
          <w:szCs w:val="32"/>
        </w:rPr>
        <w:t>8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253229">
        <w:rPr>
          <w:rFonts w:ascii="仿宋_GB2312" w:eastAsia="仿宋_GB2312" w:hAnsi="仿宋" w:cs="仿宋_GB2312"/>
          <w:sz w:val="32"/>
          <w:szCs w:val="32"/>
        </w:rPr>
        <w:t>28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日止。</w:t>
      </w:r>
    </w:p>
    <w:p w:rsidR="00E633E0" w:rsidRPr="00253229" w:rsidRDefault="00E633E0" w:rsidP="00253229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253229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E633E0" w:rsidRPr="00253229" w:rsidRDefault="00E633E0" w:rsidP="00253229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253229">
        <w:rPr>
          <w:rFonts w:ascii="仿宋_GB2312" w:eastAsia="仿宋_GB2312" w:hAnsi="仿宋" w:cs="仿宋_GB2312" w:hint="eastAsia"/>
          <w:sz w:val="32"/>
          <w:szCs w:val="32"/>
        </w:rPr>
        <w:t>罪犯丁平喜有吸毒史，自</w:t>
      </w:r>
      <w:r w:rsidRPr="00253229">
        <w:rPr>
          <w:rFonts w:ascii="仿宋_GB2312" w:eastAsia="仿宋_GB2312" w:hAnsi="仿宋" w:cs="仿宋_GB2312"/>
          <w:sz w:val="32"/>
          <w:szCs w:val="32"/>
        </w:rPr>
        <w:t>2023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53229">
        <w:rPr>
          <w:rFonts w:ascii="仿宋_GB2312" w:eastAsia="仿宋_GB2312" w:hAnsi="仿宋" w:cs="仿宋_GB2312"/>
          <w:sz w:val="32"/>
          <w:szCs w:val="32"/>
        </w:rPr>
        <w:t>3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月减刑以来，能认罪悔罪，认真遵守法律法规，接受教育改造，积极参加思想、文化、职业技术教育，积极参加劳动，能服从安排、遵守劳动纪律，坚守劳动岗位，努力完成劳动任务。</w:t>
      </w:r>
      <w:r w:rsidRPr="00253229">
        <w:rPr>
          <w:rFonts w:ascii="仿宋_GB2312" w:eastAsia="仿宋_GB2312" w:hAnsi="仿宋" w:cs="仿宋_GB2312"/>
          <w:sz w:val="32"/>
          <w:szCs w:val="32"/>
        </w:rPr>
        <w:t>2020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53229">
        <w:rPr>
          <w:rFonts w:ascii="仿宋_GB2312" w:eastAsia="仿宋_GB2312" w:hAnsi="仿宋" w:cs="仿宋_GB2312"/>
          <w:sz w:val="32"/>
          <w:szCs w:val="32"/>
        </w:rPr>
        <w:t>1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月至</w:t>
      </w:r>
      <w:r w:rsidRPr="00253229">
        <w:rPr>
          <w:rFonts w:ascii="仿宋_GB2312" w:eastAsia="仿宋_GB2312" w:hAnsi="仿宋" w:cs="仿宋_GB2312"/>
          <w:sz w:val="32"/>
          <w:szCs w:val="32"/>
        </w:rPr>
        <w:t>11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月，该犯收他人汇款</w:t>
      </w:r>
      <w:r w:rsidRPr="00253229">
        <w:rPr>
          <w:rFonts w:ascii="仿宋_GB2312" w:eastAsia="仿宋_GB2312" w:hAnsi="仿宋" w:cs="仿宋_GB2312"/>
          <w:sz w:val="32"/>
          <w:szCs w:val="32"/>
        </w:rPr>
        <w:t>2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笔，共计</w:t>
      </w:r>
      <w:r w:rsidRPr="00253229">
        <w:rPr>
          <w:rFonts w:ascii="仿宋_GB2312" w:eastAsia="仿宋_GB2312" w:hAnsi="仿宋" w:cs="仿宋_GB2312"/>
          <w:sz w:val="32"/>
          <w:szCs w:val="32"/>
        </w:rPr>
        <w:t>2000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元，该犯系出借卡违规且主动坦白，根据《湖南省雁南监狱关于开展罪犯违规借卡消费专项整治行动的方案》于</w:t>
      </w:r>
      <w:r w:rsidRPr="00253229">
        <w:rPr>
          <w:rFonts w:ascii="仿宋_GB2312" w:eastAsia="仿宋_GB2312" w:hAnsi="仿宋" w:cs="仿宋_GB2312"/>
          <w:sz w:val="32"/>
          <w:szCs w:val="32"/>
        </w:rPr>
        <w:t>2024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53229">
        <w:rPr>
          <w:rFonts w:ascii="仿宋_GB2312" w:eastAsia="仿宋_GB2312" w:hAnsi="仿宋" w:cs="仿宋_GB2312"/>
          <w:sz w:val="32"/>
          <w:szCs w:val="32"/>
        </w:rPr>
        <w:t>8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月补扣监管改造</w:t>
      </w:r>
      <w:r w:rsidRPr="00253229">
        <w:rPr>
          <w:rFonts w:ascii="仿宋_GB2312" w:eastAsia="仿宋_GB2312" w:hAnsi="仿宋" w:cs="仿宋_GB2312"/>
          <w:sz w:val="32"/>
          <w:szCs w:val="32"/>
        </w:rPr>
        <w:t>1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分，经干警处理教育后，现已改正。财产刑履行方面，没收个人财产</w:t>
      </w:r>
      <w:r w:rsidRPr="00253229">
        <w:rPr>
          <w:rFonts w:ascii="仿宋_GB2312" w:eastAsia="仿宋_GB2312" w:hAnsi="仿宋" w:cs="仿宋_GB2312"/>
          <w:sz w:val="32"/>
          <w:szCs w:val="32"/>
        </w:rPr>
        <w:t>10000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元已全部缴纳完毕。截止</w:t>
      </w:r>
      <w:r w:rsidRPr="00253229">
        <w:rPr>
          <w:rFonts w:ascii="仿宋_GB2312" w:eastAsia="仿宋_GB2312" w:hAnsi="仿宋" w:cs="仿宋_GB2312"/>
          <w:sz w:val="32"/>
          <w:szCs w:val="32"/>
        </w:rPr>
        <w:t>2024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253229">
        <w:rPr>
          <w:rFonts w:ascii="仿宋_GB2312" w:eastAsia="仿宋_GB2312" w:hAnsi="仿宋" w:cs="仿宋_GB2312"/>
          <w:sz w:val="32"/>
          <w:szCs w:val="32"/>
        </w:rPr>
        <w:t>9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月共计表扬</w:t>
      </w:r>
      <w:r w:rsidRPr="00253229">
        <w:rPr>
          <w:rFonts w:ascii="仿宋_GB2312" w:eastAsia="仿宋_GB2312" w:hAnsi="仿宋" w:cs="仿宋_GB2312"/>
          <w:sz w:val="32"/>
          <w:szCs w:val="32"/>
        </w:rPr>
        <w:t>4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次，并余</w:t>
      </w:r>
      <w:r w:rsidRPr="00253229">
        <w:rPr>
          <w:rFonts w:ascii="仿宋_GB2312" w:eastAsia="仿宋_GB2312" w:hAnsi="仿宋" w:cs="仿宋_GB2312"/>
          <w:sz w:val="32"/>
          <w:szCs w:val="32"/>
        </w:rPr>
        <w:t>309</w:t>
      </w:r>
      <w:r w:rsidRPr="00253229">
        <w:rPr>
          <w:rFonts w:ascii="仿宋_GB2312" w:eastAsia="仿宋_GB2312" w:hAnsi="仿宋" w:cs="仿宋_GB2312" w:hint="eastAsia"/>
          <w:sz w:val="32"/>
          <w:szCs w:val="32"/>
        </w:rPr>
        <w:t>分。根据该犯情形，减刑幅度从严三个月。上述事实，有罪犯认罪悔罪书、罪犯评审鉴定表、罪犯考核奖惩统计台账、罪犯奖惩审核表、罪犯减刑评议书等材料证实。</w:t>
      </w:r>
    </w:p>
    <w:p w:rsidR="00E633E0" w:rsidRPr="00036AD2" w:rsidRDefault="00E633E0" w:rsidP="00253229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253229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七十八条之规定，建议对罪犯丁平喜予以减刑六个月。特提请审核裁定</w:t>
      </w:r>
      <w:r w:rsidRPr="00036AD2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E633E0" w:rsidRPr="005E4051" w:rsidRDefault="00E633E0" w:rsidP="0095444F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E633E0" w:rsidRPr="005E4051" w:rsidRDefault="00E633E0" w:rsidP="0095444F">
      <w:pPr>
        <w:ind w:firstLineChars="100" w:firstLine="3168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E633E0" w:rsidRPr="005E4051" w:rsidRDefault="00E633E0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E633E0" w:rsidRPr="005E4051" w:rsidRDefault="00E633E0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E633E0" w:rsidRPr="005E4051" w:rsidRDefault="00E633E0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>
        <w:rPr>
          <w:rFonts w:ascii="仿宋_GB2312" w:eastAsia="仿宋_GB2312" w:hAnsi="仿宋" w:cs="仿宋_GB2312"/>
          <w:sz w:val="32"/>
          <w:szCs w:val="32"/>
        </w:rPr>
        <w:t>1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6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E633E0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3E0" w:rsidRDefault="00E633E0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633E0" w:rsidRDefault="00E633E0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3E0" w:rsidRDefault="00E633E0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633E0" w:rsidRDefault="00E633E0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AD2"/>
    <w:rsid w:val="00036C5D"/>
    <w:rsid w:val="00037606"/>
    <w:rsid w:val="00047A60"/>
    <w:rsid w:val="000D4FC5"/>
    <w:rsid w:val="000E1D49"/>
    <w:rsid w:val="000E3730"/>
    <w:rsid w:val="000E7A33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53229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172F"/>
    <w:rsid w:val="004939E8"/>
    <w:rsid w:val="00494658"/>
    <w:rsid w:val="004A3B81"/>
    <w:rsid w:val="004C0AC5"/>
    <w:rsid w:val="004E0894"/>
    <w:rsid w:val="004E4EF4"/>
    <w:rsid w:val="005004C2"/>
    <w:rsid w:val="00501C13"/>
    <w:rsid w:val="00523172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27B5"/>
    <w:rsid w:val="00684808"/>
    <w:rsid w:val="006B2191"/>
    <w:rsid w:val="006E5BF9"/>
    <w:rsid w:val="006F5557"/>
    <w:rsid w:val="00704E7C"/>
    <w:rsid w:val="00710FE1"/>
    <w:rsid w:val="0071621B"/>
    <w:rsid w:val="00723277"/>
    <w:rsid w:val="00737F24"/>
    <w:rsid w:val="007434AF"/>
    <w:rsid w:val="00743769"/>
    <w:rsid w:val="00744DD1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42A84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444F"/>
    <w:rsid w:val="00955F32"/>
    <w:rsid w:val="00982788"/>
    <w:rsid w:val="00991E27"/>
    <w:rsid w:val="009B337B"/>
    <w:rsid w:val="009B3D52"/>
    <w:rsid w:val="009C49B9"/>
    <w:rsid w:val="009C76DF"/>
    <w:rsid w:val="009D71CF"/>
    <w:rsid w:val="009E70B3"/>
    <w:rsid w:val="00A056F5"/>
    <w:rsid w:val="00A47195"/>
    <w:rsid w:val="00A7104A"/>
    <w:rsid w:val="00A923AB"/>
    <w:rsid w:val="00A956FF"/>
    <w:rsid w:val="00AA0A3A"/>
    <w:rsid w:val="00AA7240"/>
    <w:rsid w:val="00AF5DF6"/>
    <w:rsid w:val="00B05BC7"/>
    <w:rsid w:val="00B222E0"/>
    <w:rsid w:val="00B25790"/>
    <w:rsid w:val="00B27008"/>
    <w:rsid w:val="00B2701D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C116F2"/>
    <w:rsid w:val="00C177E1"/>
    <w:rsid w:val="00C517BF"/>
    <w:rsid w:val="00C863A1"/>
    <w:rsid w:val="00C90DAD"/>
    <w:rsid w:val="00C92925"/>
    <w:rsid w:val="00CC00C0"/>
    <w:rsid w:val="00CE1614"/>
    <w:rsid w:val="00CE3D56"/>
    <w:rsid w:val="00CE44A9"/>
    <w:rsid w:val="00CF3064"/>
    <w:rsid w:val="00D16C5B"/>
    <w:rsid w:val="00D20039"/>
    <w:rsid w:val="00D31ECE"/>
    <w:rsid w:val="00D617F2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33E0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EF4E3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2D6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82D6A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149</Words>
  <Characters>852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未定义</cp:lastModifiedBy>
  <cp:revision>2</cp:revision>
  <dcterms:created xsi:type="dcterms:W3CDTF">2025-01-10T06:44:00Z</dcterms:created>
  <dcterms:modified xsi:type="dcterms:W3CDTF">2025-01-10T06:44:00Z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